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867DE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1" locked="0" layoutInCell="1" allowOverlap="1" wp14:anchorId="5D43E864" wp14:editId="11372FC7">
            <wp:simplePos x="5219700" y="1276350"/>
            <wp:positionH relativeFrom="margin">
              <wp:align>right</wp:align>
            </wp:positionH>
            <wp:positionV relativeFrom="margin">
              <wp:align>top</wp:align>
            </wp:positionV>
            <wp:extent cx="1533525" cy="63817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193" b="29193"/>
                    <a:stretch/>
                  </pic:blipFill>
                  <pic:spPr bwMode="auto">
                    <a:xfrm>
                      <a:off x="0" y="0"/>
                      <a:ext cx="1533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6735D7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11</w:t>
      </w:r>
      <w:r w:rsidR="00694A63">
        <w:rPr>
          <w:rFonts w:ascii="Arial Narrow" w:hAnsi="Arial Narrow"/>
          <w:sz w:val="22"/>
          <w:lang w:val="de-DE"/>
        </w:rPr>
        <w:t xml:space="preserve">. Sitzung | </w:t>
      </w:r>
      <w:r w:rsidR="00061BF1">
        <w:rPr>
          <w:rFonts w:ascii="Arial Narrow" w:hAnsi="Arial Narrow"/>
          <w:sz w:val="22"/>
          <w:lang w:val="de-DE"/>
        </w:rPr>
        <w:t>SS</w:t>
      </w:r>
      <w:r w:rsidR="00694A63">
        <w:rPr>
          <w:rFonts w:ascii="Arial Narrow" w:hAnsi="Arial Narrow"/>
          <w:sz w:val="22"/>
          <w:lang w:val="de-DE"/>
        </w:rPr>
        <w:t>16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1C4F50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3F1A13">
        <w:rPr>
          <w:rFonts w:ascii="Arial Narrow" w:hAnsi="Arial Narrow"/>
          <w:sz w:val="22"/>
          <w:lang w:val="de-DE"/>
        </w:rPr>
        <w:t>07</w:t>
      </w:r>
      <w:r w:rsidR="00244264">
        <w:rPr>
          <w:rFonts w:ascii="Arial Narrow" w:hAnsi="Arial Narrow"/>
          <w:sz w:val="22"/>
          <w:lang w:val="de-DE"/>
        </w:rPr>
        <w:t>.</w:t>
      </w:r>
      <w:r w:rsidR="00170567">
        <w:rPr>
          <w:rFonts w:ascii="Arial Narrow" w:hAnsi="Arial Narrow"/>
          <w:sz w:val="22"/>
          <w:lang w:val="de-DE"/>
        </w:rPr>
        <w:t>0</w:t>
      </w:r>
      <w:r w:rsidR="003F1A13">
        <w:rPr>
          <w:rFonts w:ascii="Arial Narrow" w:hAnsi="Arial Narrow"/>
          <w:sz w:val="22"/>
          <w:lang w:val="de-DE"/>
        </w:rPr>
        <w:t>6</w:t>
      </w:r>
      <w:r w:rsidR="000B344C">
        <w:rPr>
          <w:rFonts w:ascii="Arial Narrow" w:hAnsi="Arial Narrow"/>
          <w:sz w:val="22"/>
          <w:lang w:val="de-DE"/>
        </w:rPr>
        <w:t>.</w:t>
      </w:r>
      <w:r w:rsidR="00441C41">
        <w:rPr>
          <w:rFonts w:ascii="Arial Narrow" w:hAnsi="Arial Narrow"/>
          <w:sz w:val="22"/>
          <w:lang w:val="de-DE"/>
        </w:rPr>
        <w:t>2016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1</w:t>
      </w:r>
      <w:r w:rsidR="00B667CF">
        <w:rPr>
          <w:rFonts w:ascii="Arial Narrow" w:hAnsi="Arial Narrow"/>
          <w:sz w:val="22"/>
          <w:lang w:val="de-DE"/>
        </w:rPr>
        <w:t>3</w:t>
      </w:r>
      <w:r w:rsidR="00694A63">
        <w:rPr>
          <w:rFonts w:ascii="Arial Narrow" w:hAnsi="Arial Narrow"/>
          <w:sz w:val="22"/>
          <w:lang w:val="de-DE"/>
        </w:rPr>
        <w:t>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FD6824" w:rsidRPr="00FD6824" w:rsidRDefault="00752B12" w:rsidP="00FD6824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Bilder Homepag</w:t>
      </w:r>
      <w:r w:rsidR="00750B26">
        <w:rPr>
          <w:rFonts w:ascii="Arial Narrow" w:eastAsia="Arial Narrow" w:hAnsi="Arial Narrow" w:cs="Arial Narrow"/>
        </w:rPr>
        <w:t>e</w:t>
      </w:r>
    </w:p>
    <w:p w:rsidR="00A803C7" w:rsidRDefault="00A803C7" w:rsidP="00A803C7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Externe im AStA</w:t>
      </w:r>
    </w:p>
    <w:p w:rsidR="00955CDC" w:rsidRDefault="00955CDC" w:rsidP="00955CDC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Lösung PC-Arbeitsplätze</w:t>
      </w:r>
    </w:p>
    <w:p w:rsidR="00955CDC" w:rsidRDefault="00955CDC" w:rsidP="00750B26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Protokolle</w:t>
      </w:r>
      <w:r w:rsidR="008353D2">
        <w:rPr>
          <w:rFonts w:ascii="Arial Narrow" w:eastAsia="Arial Narrow" w:hAnsi="Arial Narrow" w:cs="Arial Narrow"/>
        </w:rPr>
        <w:t xml:space="preserve">/ Daten in Agenda </w:t>
      </w:r>
    </w:p>
    <w:p w:rsidR="00510152" w:rsidRDefault="00F63E65" w:rsidP="00750B26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Verleihgebühren Vorschlag</w:t>
      </w:r>
    </w:p>
    <w:p w:rsidR="00350820" w:rsidRDefault="00350820" w:rsidP="00750B26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Kautionsliste überarbeiten</w:t>
      </w:r>
    </w:p>
    <w:p w:rsidR="005B4038" w:rsidRPr="005B4038" w:rsidRDefault="005B4038" w:rsidP="005B4038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Schlüssel</w:t>
      </w:r>
    </w:p>
    <w:p w:rsidR="000867DE" w:rsidRPr="000867DE" w:rsidRDefault="000867DE" w:rsidP="000867DE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HSB</w:t>
      </w:r>
    </w:p>
    <w:p w:rsidR="000867DE" w:rsidRPr="000867DE" w:rsidRDefault="000867DE" w:rsidP="000867DE">
      <w:pPr>
        <w:numPr>
          <w:ilvl w:val="1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Rechtliches</w:t>
      </w:r>
    </w:p>
    <w:p w:rsidR="000867DE" w:rsidRDefault="000867DE" w:rsidP="000867DE">
      <w:pPr>
        <w:numPr>
          <w:ilvl w:val="1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 w:rsidRPr="000867DE">
        <w:rPr>
          <w:rFonts w:ascii="Arial Narrow" w:eastAsia="Arial Narrow" w:hAnsi="Arial Narrow" w:cs="Arial Narrow"/>
        </w:rPr>
        <w:t>HSB Arbeitskreis festlegen! Updates Sabrina</w:t>
      </w:r>
    </w:p>
    <w:p w:rsidR="006735D7" w:rsidRDefault="006735D7" w:rsidP="000867DE">
      <w:pPr>
        <w:numPr>
          <w:ilvl w:val="1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Stand der Arbeitspakete (HSB)</w:t>
      </w:r>
    </w:p>
    <w:p w:rsidR="00FE2D82" w:rsidRDefault="00FE2D82" w:rsidP="000867DE">
      <w:pPr>
        <w:numPr>
          <w:ilvl w:val="1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Motto!!</w:t>
      </w:r>
    </w:p>
    <w:p w:rsidR="006735D7" w:rsidRDefault="006735D7" w:rsidP="00505FEC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Stand Dokument zur Einführung neuer Mitglieder</w:t>
      </w:r>
    </w:p>
    <w:p w:rsidR="003F1A13" w:rsidRDefault="004C466E" w:rsidP="00505FEC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Verleihdokument</w:t>
      </w:r>
      <w:r w:rsidR="008D1543">
        <w:rPr>
          <w:rFonts w:ascii="Arial Narrow" w:eastAsia="Arial Narrow" w:hAnsi="Arial Narrow" w:cs="Arial Narrow"/>
        </w:rPr>
        <w:t xml:space="preserve"> auf dem Server</w:t>
      </w:r>
    </w:p>
    <w:p w:rsidR="005B4038" w:rsidRDefault="006735D7" w:rsidP="005B4038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Dokument zur Am</w:t>
      </w:r>
      <w:bookmarkStart w:id="0" w:name="_GoBack"/>
      <w:bookmarkEnd w:id="0"/>
      <w:r>
        <w:rPr>
          <w:rFonts w:ascii="Arial Narrow" w:eastAsia="Arial Narrow" w:hAnsi="Arial Narrow" w:cs="Arial Narrow"/>
        </w:rPr>
        <w:t>tsübergabe</w:t>
      </w:r>
    </w:p>
    <w:p w:rsidR="00750B26" w:rsidRPr="005B4038" w:rsidRDefault="00750B26" w:rsidP="005B4038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 w:rsidRPr="005B4038">
        <w:rPr>
          <w:rFonts w:ascii="Arial Narrow" w:eastAsia="Arial Narrow" w:hAnsi="Arial Narrow" w:cs="Arial Narrow"/>
        </w:rPr>
        <w:t>AStA-W-</w:t>
      </w:r>
      <w:proofErr w:type="spellStart"/>
      <w:r w:rsidRPr="005B4038">
        <w:rPr>
          <w:rFonts w:ascii="Arial Narrow" w:eastAsia="Arial Narrow" w:hAnsi="Arial Narrow" w:cs="Arial Narrow"/>
        </w:rPr>
        <w:t>Lan</w:t>
      </w:r>
      <w:proofErr w:type="spellEnd"/>
      <w:r w:rsidRPr="005B4038">
        <w:rPr>
          <w:rFonts w:ascii="Arial Narrow" w:eastAsia="Arial Narrow" w:hAnsi="Arial Narrow" w:cs="Arial Narrow"/>
        </w:rPr>
        <w:t xml:space="preserve"> (</w:t>
      </w:r>
      <w:proofErr w:type="spellStart"/>
      <w:r w:rsidRPr="005B4038">
        <w:rPr>
          <w:rFonts w:ascii="Arial Narrow" w:eastAsia="Arial Narrow" w:hAnsi="Arial Narrow" w:cs="Arial Narrow"/>
        </w:rPr>
        <w:t>Fleig</w:t>
      </w:r>
      <w:proofErr w:type="spellEnd"/>
      <w:r w:rsidRPr="005B4038">
        <w:rPr>
          <w:rFonts w:ascii="Arial Narrow" w:eastAsia="Arial Narrow" w:hAnsi="Arial Narrow" w:cs="Arial Narrow"/>
        </w:rPr>
        <w:t>)</w:t>
      </w:r>
    </w:p>
    <w:p w:rsidR="00A803C7" w:rsidRPr="00A803C7" w:rsidRDefault="00A803C7" w:rsidP="00A803C7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Aktueller Stand NEO (für QM-Board)</w:t>
      </w:r>
    </w:p>
    <w:p w:rsidR="00955CDC" w:rsidRDefault="00B52B7B" w:rsidP="00955CDC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Getränke bezahlen</w:t>
      </w:r>
    </w:p>
    <w:p w:rsidR="00BB1EF6" w:rsidRPr="00BB1EF6" w:rsidRDefault="00BB1EF6" w:rsidP="00BB1EF6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lastRenderedPageBreak/>
        <w:t>Aushang Urkunde im C-Bau</w:t>
      </w:r>
    </w:p>
    <w:p w:rsidR="00FD6824" w:rsidRPr="00955CDC" w:rsidRDefault="00FD6824" w:rsidP="00955CDC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Jobportal</w:t>
      </w:r>
    </w:p>
    <w:p w:rsidR="00F3515F" w:rsidRPr="00E203C2" w:rsidRDefault="000867DE" w:rsidP="00505FEC">
      <w:pPr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Sonst</w:t>
      </w:r>
      <w:r w:rsidR="00F3515F">
        <w:rPr>
          <w:rFonts w:ascii="Arial Narrow" w:eastAsia="Arial Narrow" w:hAnsi="Arial Narrow" w:cs="Arial Narrow"/>
        </w:rPr>
        <w:t>iges</w:t>
      </w:r>
    </w:p>
    <w:sectPr w:rsidR="00F3515F" w:rsidRPr="00E203C2" w:rsidSect="000867DE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567" w:footer="1134" w:gutter="0"/>
      <w:paperSrc w:first="263" w:other="26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63D" w:rsidRDefault="0035163D">
      <w:pPr>
        <w:spacing w:line="20" w:lineRule="exact"/>
      </w:pPr>
    </w:p>
  </w:endnote>
  <w:endnote w:type="continuationSeparator" w:id="0">
    <w:p w:rsidR="0035163D" w:rsidRDefault="0035163D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35163D" w:rsidRDefault="0035163D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63D" w:rsidRDefault="0035163D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35163D" w:rsidRDefault="003516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Pr="00CF0EE6" w:rsidRDefault="000867DE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>
      <w:rPr>
        <w:rFonts w:ascii="Arial Narrow" w:hAnsi="Arial Narrow"/>
        <w:sz w:val="20"/>
        <w:lang w:val="de-DE"/>
      </w:rPr>
      <w:t>S</w:t>
    </w:r>
    <w:r w:rsidR="000973A0" w:rsidRPr="00CF0EE6">
      <w:rPr>
        <w:rFonts w:ascii="Arial Narrow" w:hAnsi="Arial Narrow"/>
        <w:sz w:val="20"/>
        <w:lang w:val="de-DE"/>
      </w:rPr>
      <w:t xml:space="preserve">itzung des </w:t>
    </w:r>
    <w:r w:rsidR="000973A0">
      <w:rPr>
        <w:rFonts w:ascii="Arial Narrow" w:hAnsi="Arial Narrow"/>
        <w:sz w:val="20"/>
        <w:lang w:val="de-DE"/>
      </w:rPr>
      <w:t>AStA</w:t>
    </w:r>
    <w:r w:rsidR="000973A0" w:rsidRPr="00CF0EE6">
      <w:rPr>
        <w:rFonts w:ascii="Arial Narrow" w:hAnsi="Arial Narrow"/>
        <w:sz w:val="20"/>
        <w:lang w:val="de-DE"/>
      </w:rPr>
      <w:t xml:space="preserve"> im </w:t>
    </w:r>
    <w:r w:rsidR="001C4F50">
      <w:rPr>
        <w:rFonts w:ascii="Arial Narrow" w:hAnsi="Arial Narrow"/>
        <w:sz w:val="20"/>
        <w:lang w:val="de-DE"/>
      </w:rPr>
      <w:t>S</w:t>
    </w:r>
    <w:r w:rsidR="00B667CF">
      <w:rPr>
        <w:rFonts w:ascii="Arial Narrow" w:hAnsi="Arial Narrow"/>
        <w:sz w:val="20"/>
        <w:lang w:val="de-DE"/>
      </w:rPr>
      <w:t>S16</w:t>
    </w:r>
    <w:r w:rsidR="000973A0" w:rsidRPr="00CF0EE6">
      <w:rPr>
        <w:rFonts w:ascii="Arial Narrow" w:hAnsi="Arial Narrow"/>
        <w:sz w:val="20"/>
        <w:lang w:val="de-DE"/>
      </w:rPr>
      <w:tab/>
      <w:t xml:space="preserve">Seite </w:t>
    </w:r>
    <w:r w:rsidR="000973A0" w:rsidRPr="00CF0EE6">
      <w:rPr>
        <w:rFonts w:ascii="Arial Narrow" w:hAnsi="Arial Narrow"/>
        <w:sz w:val="20"/>
        <w:lang w:val="de-DE"/>
      </w:rPr>
      <w:fldChar w:fldCharType="begin"/>
    </w:r>
    <w:r w:rsidR="000973A0" w:rsidRPr="00CF0EE6">
      <w:rPr>
        <w:rFonts w:ascii="Arial Narrow" w:hAnsi="Arial Narrow"/>
        <w:sz w:val="20"/>
        <w:lang w:val="de-DE"/>
      </w:rPr>
      <w:instrText>PAGE \* ARABIC</w:instrText>
    </w:r>
    <w:r w:rsidR="000973A0" w:rsidRPr="00CF0EE6">
      <w:rPr>
        <w:rFonts w:ascii="Arial Narrow" w:hAnsi="Arial Narrow"/>
        <w:sz w:val="20"/>
        <w:lang w:val="de-DE"/>
      </w:rPr>
      <w:fldChar w:fldCharType="separate"/>
    </w:r>
    <w:r w:rsidR="00BB1EF6">
      <w:rPr>
        <w:rFonts w:ascii="Arial Narrow" w:hAnsi="Arial Narrow"/>
        <w:noProof/>
        <w:sz w:val="20"/>
        <w:lang w:val="de-DE"/>
      </w:rPr>
      <w:t>1</w:t>
    </w:r>
    <w:r w:rsidR="000973A0"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1E06838"/>
    <w:multiLevelType w:val="hybridMultilevel"/>
    <w:tmpl w:val="FDB240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A5E0EAC"/>
    <w:multiLevelType w:val="hybridMultilevel"/>
    <w:tmpl w:val="6A8017FA"/>
    <w:lvl w:ilvl="0" w:tplc="FF760F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6903DF"/>
    <w:multiLevelType w:val="multilevel"/>
    <w:tmpl w:val="53B81D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497A0E"/>
    <w:multiLevelType w:val="hybridMultilevel"/>
    <w:tmpl w:val="65A031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C711C2C"/>
    <w:multiLevelType w:val="multilevel"/>
    <w:tmpl w:val="19925C6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2"/>
  </w:num>
  <w:num w:numId="5">
    <w:abstractNumId w:val="9"/>
  </w:num>
  <w:num w:numId="6">
    <w:abstractNumId w:val="6"/>
  </w:num>
  <w:num w:numId="7">
    <w:abstractNumId w:val="3"/>
  </w:num>
  <w:num w:numId="8">
    <w:abstractNumId w:val="7"/>
  </w:num>
  <w:num w:numId="9">
    <w:abstractNumId w:val="5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0058A"/>
    <w:rsid w:val="00006847"/>
    <w:rsid w:val="00010829"/>
    <w:rsid w:val="000243CF"/>
    <w:rsid w:val="0003734E"/>
    <w:rsid w:val="00042251"/>
    <w:rsid w:val="000459F9"/>
    <w:rsid w:val="00052A2E"/>
    <w:rsid w:val="00061BF1"/>
    <w:rsid w:val="00062DB6"/>
    <w:rsid w:val="00063E3E"/>
    <w:rsid w:val="00070519"/>
    <w:rsid w:val="00073170"/>
    <w:rsid w:val="000755CE"/>
    <w:rsid w:val="000867DE"/>
    <w:rsid w:val="00093B05"/>
    <w:rsid w:val="00094624"/>
    <w:rsid w:val="000973A0"/>
    <w:rsid w:val="000A4FD2"/>
    <w:rsid w:val="000A5E0C"/>
    <w:rsid w:val="000A5FC4"/>
    <w:rsid w:val="000B2E2D"/>
    <w:rsid w:val="000B344C"/>
    <w:rsid w:val="000C1EB8"/>
    <w:rsid w:val="000C2A6E"/>
    <w:rsid w:val="000D2518"/>
    <w:rsid w:val="000D74D9"/>
    <w:rsid w:val="000E45C1"/>
    <w:rsid w:val="000F7158"/>
    <w:rsid w:val="00103636"/>
    <w:rsid w:val="001106B5"/>
    <w:rsid w:val="001147AE"/>
    <w:rsid w:val="0011608E"/>
    <w:rsid w:val="0012300D"/>
    <w:rsid w:val="00132174"/>
    <w:rsid w:val="001364FA"/>
    <w:rsid w:val="0014473D"/>
    <w:rsid w:val="00144E86"/>
    <w:rsid w:val="00153F1E"/>
    <w:rsid w:val="00170567"/>
    <w:rsid w:val="00170FD2"/>
    <w:rsid w:val="00180C16"/>
    <w:rsid w:val="00190913"/>
    <w:rsid w:val="001A44B0"/>
    <w:rsid w:val="001B4B66"/>
    <w:rsid w:val="001C25E2"/>
    <w:rsid w:val="001C4F50"/>
    <w:rsid w:val="001C7E80"/>
    <w:rsid w:val="001D3317"/>
    <w:rsid w:val="001D4350"/>
    <w:rsid w:val="001D47FD"/>
    <w:rsid w:val="001E3427"/>
    <w:rsid w:val="001F0103"/>
    <w:rsid w:val="001F04D5"/>
    <w:rsid w:val="001F06DD"/>
    <w:rsid w:val="001F13D0"/>
    <w:rsid w:val="001F4E1B"/>
    <w:rsid w:val="001F5D4C"/>
    <w:rsid w:val="00203683"/>
    <w:rsid w:val="00206420"/>
    <w:rsid w:val="00211E26"/>
    <w:rsid w:val="002408EE"/>
    <w:rsid w:val="0024183A"/>
    <w:rsid w:val="00243EFC"/>
    <w:rsid w:val="00244264"/>
    <w:rsid w:val="00266B88"/>
    <w:rsid w:val="00273332"/>
    <w:rsid w:val="00274830"/>
    <w:rsid w:val="00290CDB"/>
    <w:rsid w:val="00293711"/>
    <w:rsid w:val="002A108C"/>
    <w:rsid w:val="002A571F"/>
    <w:rsid w:val="002B1A01"/>
    <w:rsid w:val="002B238C"/>
    <w:rsid w:val="002D090B"/>
    <w:rsid w:val="002E7327"/>
    <w:rsid w:val="00304150"/>
    <w:rsid w:val="003104D8"/>
    <w:rsid w:val="00310FD9"/>
    <w:rsid w:val="00312F4D"/>
    <w:rsid w:val="00321976"/>
    <w:rsid w:val="003339C0"/>
    <w:rsid w:val="0034237A"/>
    <w:rsid w:val="00350820"/>
    <w:rsid w:val="0035163D"/>
    <w:rsid w:val="00355EC0"/>
    <w:rsid w:val="00357655"/>
    <w:rsid w:val="0036697F"/>
    <w:rsid w:val="003733CC"/>
    <w:rsid w:val="00374E59"/>
    <w:rsid w:val="003775B0"/>
    <w:rsid w:val="003822B9"/>
    <w:rsid w:val="00385286"/>
    <w:rsid w:val="00396AA7"/>
    <w:rsid w:val="003A45F8"/>
    <w:rsid w:val="003B6176"/>
    <w:rsid w:val="003B669B"/>
    <w:rsid w:val="003C2061"/>
    <w:rsid w:val="003D3380"/>
    <w:rsid w:val="003D33D6"/>
    <w:rsid w:val="003D3703"/>
    <w:rsid w:val="003E66E6"/>
    <w:rsid w:val="003F1A13"/>
    <w:rsid w:val="00401F0F"/>
    <w:rsid w:val="004108F1"/>
    <w:rsid w:val="00416158"/>
    <w:rsid w:val="00421F29"/>
    <w:rsid w:val="00425EF5"/>
    <w:rsid w:val="00426715"/>
    <w:rsid w:val="004359A0"/>
    <w:rsid w:val="004419A4"/>
    <w:rsid w:val="00441B0C"/>
    <w:rsid w:val="00441C41"/>
    <w:rsid w:val="00462759"/>
    <w:rsid w:val="00486AEE"/>
    <w:rsid w:val="00487AF4"/>
    <w:rsid w:val="004961CB"/>
    <w:rsid w:val="004A46A2"/>
    <w:rsid w:val="004A4E02"/>
    <w:rsid w:val="004B5625"/>
    <w:rsid w:val="004B5892"/>
    <w:rsid w:val="004C10F1"/>
    <w:rsid w:val="004C466E"/>
    <w:rsid w:val="004D1F62"/>
    <w:rsid w:val="004D70BF"/>
    <w:rsid w:val="004F5365"/>
    <w:rsid w:val="00501683"/>
    <w:rsid w:val="00501BD9"/>
    <w:rsid w:val="005020BE"/>
    <w:rsid w:val="00505FEC"/>
    <w:rsid w:val="00510152"/>
    <w:rsid w:val="005307C9"/>
    <w:rsid w:val="00531881"/>
    <w:rsid w:val="00543129"/>
    <w:rsid w:val="005454D0"/>
    <w:rsid w:val="00554178"/>
    <w:rsid w:val="00564954"/>
    <w:rsid w:val="00577F83"/>
    <w:rsid w:val="00584798"/>
    <w:rsid w:val="005973BD"/>
    <w:rsid w:val="005A5C7C"/>
    <w:rsid w:val="005B1C22"/>
    <w:rsid w:val="005B4038"/>
    <w:rsid w:val="005C5AC9"/>
    <w:rsid w:val="005F45A2"/>
    <w:rsid w:val="00602994"/>
    <w:rsid w:val="00606F9B"/>
    <w:rsid w:val="006204D1"/>
    <w:rsid w:val="00663106"/>
    <w:rsid w:val="006735D7"/>
    <w:rsid w:val="00683C55"/>
    <w:rsid w:val="00685893"/>
    <w:rsid w:val="00686ECB"/>
    <w:rsid w:val="00694A63"/>
    <w:rsid w:val="006A01E2"/>
    <w:rsid w:val="006A0CE7"/>
    <w:rsid w:val="006A2577"/>
    <w:rsid w:val="006A6E9D"/>
    <w:rsid w:val="006C02EB"/>
    <w:rsid w:val="006C4D68"/>
    <w:rsid w:val="006D3C5D"/>
    <w:rsid w:val="006E15FD"/>
    <w:rsid w:val="006E5536"/>
    <w:rsid w:val="006F55D7"/>
    <w:rsid w:val="006F6C47"/>
    <w:rsid w:val="00713690"/>
    <w:rsid w:val="007173E9"/>
    <w:rsid w:val="00722DDF"/>
    <w:rsid w:val="0072419C"/>
    <w:rsid w:val="00733F99"/>
    <w:rsid w:val="007364E7"/>
    <w:rsid w:val="00742C7E"/>
    <w:rsid w:val="00750B26"/>
    <w:rsid w:val="00752B12"/>
    <w:rsid w:val="00761B22"/>
    <w:rsid w:val="0076384A"/>
    <w:rsid w:val="00766556"/>
    <w:rsid w:val="00776159"/>
    <w:rsid w:val="00784186"/>
    <w:rsid w:val="007911DE"/>
    <w:rsid w:val="007A744E"/>
    <w:rsid w:val="007B1EB9"/>
    <w:rsid w:val="007B73BE"/>
    <w:rsid w:val="007C628C"/>
    <w:rsid w:val="007C767B"/>
    <w:rsid w:val="007D46E4"/>
    <w:rsid w:val="007D570A"/>
    <w:rsid w:val="007D5A08"/>
    <w:rsid w:val="007D610C"/>
    <w:rsid w:val="007D7C7C"/>
    <w:rsid w:val="007E031D"/>
    <w:rsid w:val="007E0870"/>
    <w:rsid w:val="007E39D5"/>
    <w:rsid w:val="007F047A"/>
    <w:rsid w:val="007F7699"/>
    <w:rsid w:val="00802C4B"/>
    <w:rsid w:val="00802C61"/>
    <w:rsid w:val="00804127"/>
    <w:rsid w:val="008046FF"/>
    <w:rsid w:val="00810872"/>
    <w:rsid w:val="00813522"/>
    <w:rsid w:val="00815DF3"/>
    <w:rsid w:val="0081784D"/>
    <w:rsid w:val="0082741B"/>
    <w:rsid w:val="008353D2"/>
    <w:rsid w:val="00843F45"/>
    <w:rsid w:val="00844D25"/>
    <w:rsid w:val="008457B3"/>
    <w:rsid w:val="008503FD"/>
    <w:rsid w:val="008743D8"/>
    <w:rsid w:val="008744B2"/>
    <w:rsid w:val="00876DBB"/>
    <w:rsid w:val="00883CB3"/>
    <w:rsid w:val="008840AD"/>
    <w:rsid w:val="00886C4D"/>
    <w:rsid w:val="008A70BF"/>
    <w:rsid w:val="008B2D77"/>
    <w:rsid w:val="008B511A"/>
    <w:rsid w:val="008C250E"/>
    <w:rsid w:val="008C59C6"/>
    <w:rsid w:val="008D1543"/>
    <w:rsid w:val="008D16EC"/>
    <w:rsid w:val="008D2BDB"/>
    <w:rsid w:val="008E0B95"/>
    <w:rsid w:val="008E4B14"/>
    <w:rsid w:val="008F7364"/>
    <w:rsid w:val="009245A2"/>
    <w:rsid w:val="00927544"/>
    <w:rsid w:val="009301A0"/>
    <w:rsid w:val="00937828"/>
    <w:rsid w:val="00941F10"/>
    <w:rsid w:val="00950959"/>
    <w:rsid w:val="00955CDC"/>
    <w:rsid w:val="00965A65"/>
    <w:rsid w:val="00967E13"/>
    <w:rsid w:val="009744BB"/>
    <w:rsid w:val="009757B0"/>
    <w:rsid w:val="009857BD"/>
    <w:rsid w:val="009906B7"/>
    <w:rsid w:val="00990ACB"/>
    <w:rsid w:val="00991E60"/>
    <w:rsid w:val="00992594"/>
    <w:rsid w:val="009A166B"/>
    <w:rsid w:val="009A43CC"/>
    <w:rsid w:val="009B0A13"/>
    <w:rsid w:val="009B7B2F"/>
    <w:rsid w:val="009C1107"/>
    <w:rsid w:val="009C14DB"/>
    <w:rsid w:val="009C4F14"/>
    <w:rsid w:val="009D3E73"/>
    <w:rsid w:val="009E6CE4"/>
    <w:rsid w:val="009F4F2E"/>
    <w:rsid w:val="009F6105"/>
    <w:rsid w:val="00A05515"/>
    <w:rsid w:val="00A216C4"/>
    <w:rsid w:val="00A448D9"/>
    <w:rsid w:val="00A44D35"/>
    <w:rsid w:val="00A535A2"/>
    <w:rsid w:val="00A778C5"/>
    <w:rsid w:val="00A803C7"/>
    <w:rsid w:val="00A85AAD"/>
    <w:rsid w:val="00A87E62"/>
    <w:rsid w:val="00A904CA"/>
    <w:rsid w:val="00A9135B"/>
    <w:rsid w:val="00A94BC2"/>
    <w:rsid w:val="00A97351"/>
    <w:rsid w:val="00AB0F7C"/>
    <w:rsid w:val="00AC70D8"/>
    <w:rsid w:val="00AD5B91"/>
    <w:rsid w:val="00AD7192"/>
    <w:rsid w:val="00AE6F61"/>
    <w:rsid w:val="00AE757F"/>
    <w:rsid w:val="00AF264D"/>
    <w:rsid w:val="00AF5737"/>
    <w:rsid w:val="00B017B1"/>
    <w:rsid w:val="00B25462"/>
    <w:rsid w:val="00B262CA"/>
    <w:rsid w:val="00B27971"/>
    <w:rsid w:val="00B31937"/>
    <w:rsid w:val="00B36DED"/>
    <w:rsid w:val="00B50673"/>
    <w:rsid w:val="00B51224"/>
    <w:rsid w:val="00B52B7B"/>
    <w:rsid w:val="00B605F1"/>
    <w:rsid w:val="00B667CF"/>
    <w:rsid w:val="00B751FE"/>
    <w:rsid w:val="00B83D82"/>
    <w:rsid w:val="00BA10A5"/>
    <w:rsid w:val="00BA737A"/>
    <w:rsid w:val="00BB1EF6"/>
    <w:rsid w:val="00BB416B"/>
    <w:rsid w:val="00BC622C"/>
    <w:rsid w:val="00BC6DF3"/>
    <w:rsid w:val="00BD4E8B"/>
    <w:rsid w:val="00BE1515"/>
    <w:rsid w:val="00BF0BB0"/>
    <w:rsid w:val="00BF4BF9"/>
    <w:rsid w:val="00C1435E"/>
    <w:rsid w:val="00C22F83"/>
    <w:rsid w:val="00C3159D"/>
    <w:rsid w:val="00C36A15"/>
    <w:rsid w:val="00C46942"/>
    <w:rsid w:val="00C509F8"/>
    <w:rsid w:val="00C60DAE"/>
    <w:rsid w:val="00C63840"/>
    <w:rsid w:val="00C66371"/>
    <w:rsid w:val="00C70925"/>
    <w:rsid w:val="00C75A2F"/>
    <w:rsid w:val="00C75D71"/>
    <w:rsid w:val="00C772CC"/>
    <w:rsid w:val="00C82C9C"/>
    <w:rsid w:val="00CA4849"/>
    <w:rsid w:val="00CA5DF7"/>
    <w:rsid w:val="00CB5BD5"/>
    <w:rsid w:val="00CB6372"/>
    <w:rsid w:val="00CD7327"/>
    <w:rsid w:val="00CE73AB"/>
    <w:rsid w:val="00CE7E97"/>
    <w:rsid w:val="00CF0EE6"/>
    <w:rsid w:val="00CF385F"/>
    <w:rsid w:val="00CF4276"/>
    <w:rsid w:val="00D24AA6"/>
    <w:rsid w:val="00D47822"/>
    <w:rsid w:val="00D523B8"/>
    <w:rsid w:val="00D55BFE"/>
    <w:rsid w:val="00D6080D"/>
    <w:rsid w:val="00D62D7D"/>
    <w:rsid w:val="00D71333"/>
    <w:rsid w:val="00D803B9"/>
    <w:rsid w:val="00D84733"/>
    <w:rsid w:val="00D94C60"/>
    <w:rsid w:val="00DA478B"/>
    <w:rsid w:val="00DD1790"/>
    <w:rsid w:val="00DD6688"/>
    <w:rsid w:val="00DE1F6C"/>
    <w:rsid w:val="00DE74EF"/>
    <w:rsid w:val="00E1673A"/>
    <w:rsid w:val="00E203C2"/>
    <w:rsid w:val="00E206F4"/>
    <w:rsid w:val="00E25C59"/>
    <w:rsid w:val="00E36789"/>
    <w:rsid w:val="00E52891"/>
    <w:rsid w:val="00E53C24"/>
    <w:rsid w:val="00E56E02"/>
    <w:rsid w:val="00E6138F"/>
    <w:rsid w:val="00E6322F"/>
    <w:rsid w:val="00E66A27"/>
    <w:rsid w:val="00E81768"/>
    <w:rsid w:val="00E90352"/>
    <w:rsid w:val="00E92CDA"/>
    <w:rsid w:val="00E97E3A"/>
    <w:rsid w:val="00E97E93"/>
    <w:rsid w:val="00EA30A5"/>
    <w:rsid w:val="00EB31F2"/>
    <w:rsid w:val="00EC3C37"/>
    <w:rsid w:val="00EE423F"/>
    <w:rsid w:val="00EE47AB"/>
    <w:rsid w:val="00F067DF"/>
    <w:rsid w:val="00F120F9"/>
    <w:rsid w:val="00F13563"/>
    <w:rsid w:val="00F15EEB"/>
    <w:rsid w:val="00F27098"/>
    <w:rsid w:val="00F3515F"/>
    <w:rsid w:val="00F60291"/>
    <w:rsid w:val="00F63E65"/>
    <w:rsid w:val="00F834DE"/>
    <w:rsid w:val="00F901A2"/>
    <w:rsid w:val="00F9390D"/>
    <w:rsid w:val="00FA0DA7"/>
    <w:rsid w:val="00FA5486"/>
    <w:rsid w:val="00FA59A9"/>
    <w:rsid w:val="00FD2F2E"/>
    <w:rsid w:val="00FD6824"/>
    <w:rsid w:val="00FE1E08"/>
    <w:rsid w:val="00FE2D82"/>
    <w:rsid w:val="00FE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31881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B0F7C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31881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B0F7C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4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Agenda_SS13_Vorlage.dotx</Template>
  <TotalTime>0</TotalTime>
  <Pages>2</Pages>
  <Words>98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Marius Bacher</cp:lastModifiedBy>
  <cp:revision>82</cp:revision>
  <cp:lastPrinted>2016-01-20T11:58:00Z</cp:lastPrinted>
  <dcterms:created xsi:type="dcterms:W3CDTF">2016-04-13T09:50:00Z</dcterms:created>
  <dcterms:modified xsi:type="dcterms:W3CDTF">2016-06-07T10:34:00Z</dcterms:modified>
</cp:coreProperties>
</file>